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7E56" w14:textId="77777777" w:rsidR="00CF7417" w:rsidRDefault="00CF7417">
      <w:pPr>
        <w:rPr>
          <w:noProof/>
        </w:rPr>
      </w:pPr>
    </w:p>
    <w:p w14:paraId="301685B4" w14:textId="77777777" w:rsidR="006B4781" w:rsidRDefault="00BB5282">
      <w:pPr>
        <w:rPr>
          <w:noProof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0048" behindDoc="0" locked="0" layoutInCell="1" allowOverlap="1" wp14:anchorId="7F937388" wp14:editId="56C42A1B">
                <wp:simplePos x="0" y="0"/>
                <wp:positionH relativeFrom="column">
                  <wp:posOffset>243840</wp:posOffset>
                </wp:positionH>
                <wp:positionV relativeFrom="page">
                  <wp:posOffset>381000</wp:posOffset>
                </wp:positionV>
                <wp:extent cx="6858000" cy="1859280"/>
                <wp:effectExtent l="0" t="0" r="0" b="762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85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660A9ED" w14:textId="77777777" w:rsidR="00E16E5A" w:rsidRDefault="00E16E5A" w:rsidP="00E16E5A">
                            <w:pPr>
                              <w:widowControl w:val="0"/>
                              <w:spacing w:line="840" w:lineRule="exact"/>
                              <w:jc w:val="center"/>
                              <w:rPr>
                                <w:rFonts w:ascii="Arial" w:hAnsi="Arial" w:cs="Arial"/>
                                <w:color w:val="FFD966" w:themeColor="accent4" w:themeTint="99"/>
                                <w:w w:val="90"/>
                                <w:sz w:val="80"/>
                                <w:szCs w:val="80"/>
                                <w:lang w:val="en"/>
                              </w:rPr>
                            </w:pPr>
                          </w:p>
                          <w:p w14:paraId="3563C689" w14:textId="77777777" w:rsidR="00ED1100" w:rsidRDefault="00BB5282" w:rsidP="00E16E5A">
                            <w:pPr>
                              <w:widowControl w:val="0"/>
                              <w:spacing w:line="840" w:lineRule="exact"/>
                              <w:jc w:val="center"/>
                              <w:rPr>
                                <w:rFonts w:ascii="Arial" w:hAnsi="Arial" w:cs="Arial"/>
                                <w:b/>
                                <w:color w:val="FFE599" w:themeColor="accent4" w:themeTint="66"/>
                                <w:w w:val="90"/>
                                <w:sz w:val="72"/>
                                <w:szCs w:val="72"/>
                                <w:lang w:val="e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BB5282">
                              <w:rPr>
                                <w:rFonts w:ascii="Arial" w:hAnsi="Arial" w:cs="Arial"/>
                                <w:b/>
                                <w:color w:val="FFE599" w:themeColor="accent4" w:themeTint="66"/>
                                <w:w w:val="90"/>
                                <w:sz w:val="72"/>
                                <w:szCs w:val="72"/>
                                <w:lang w:val="e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GO SOLAR AND SAVE</w:t>
                            </w:r>
                          </w:p>
                          <w:p w14:paraId="4FC43CA7" w14:textId="77777777" w:rsidR="00B974BA" w:rsidRPr="00B974BA" w:rsidRDefault="00B974BA" w:rsidP="00E16E5A">
                            <w:pPr>
                              <w:widowControl w:val="0"/>
                              <w:spacing w:line="840" w:lineRule="exact"/>
                              <w:jc w:val="center"/>
                              <w:rPr>
                                <w:rFonts w:ascii="Arial" w:hAnsi="Arial" w:cs="Arial"/>
                                <w:b/>
                                <w:color w:val="FFE599" w:themeColor="accent4" w:themeTint="66"/>
                                <w:w w:val="90"/>
                                <w:sz w:val="56"/>
                                <w:szCs w:val="56"/>
                                <w:lang w:val="e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B974BA">
                              <w:rPr>
                                <w:rFonts w:ascii="Arial" w:hAnsi="Arial" w:cs="Arial"/>
                                <w:b/>
                                <w:color w:val="FFE599" w:themeColor="accent4" w:themeTint="66"/>
                                <w:w w:val="90"/>
                                <w:sz w:val="56"/>
                                <w:szCs w:val="56"/>
                                <w:lang w:val="e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VAYA SOLAR Y AHORRE</w:t>
                            </w:r>
                          </w:p>
                          <w:p w14:paraId="3657A610" w14:textId="77777777" w:rsidR="00E16E5A" w:rsidRPr="00E16E5A" w:rsidRDefault="00E16E5A" w:rsidP="00E16E5A">
                            <w:pPr>
                              <w:widowControl w:val="0"/>
                              <w:spacing w:line="840" w:lineRule="exact"/>
                              <w:jc w:val="center"/>
                              <w:rPr>
                                <w:rFonts w:ascii="Arial" w:hAnsi="Arial" w:cs="Arial"/>
                                <w:color w:val="833C0B" w:themeColor="accent2" w:themeShade="80"/>
                                <w:w w:val="90"/>
                                <w:sz w:val="80"/>
                                <w:szCs w:val="80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37388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9.2pt;margin-top:30pt;width:540pt;height:146.4pt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" filled="f" fillcolor="#fffffe" stroked="f" strokecolor="#212120" insetpen="t">
                <v:textbox inset="2.88pt,2.88pt,2.88pt,2.88pt">
                  <w:txbxContent>
                    <w:p w14:paraId="3660A9ED" w14:textId="77777777" w:rsidR="00E16E5A" w:rsidRDefault="00E16E5A" w:rsidP="00E16E5A">
                      <w:pPr>
                        <w:widowControl w:val="0"/>
                        <w:spacing w:line="840" w:lineRule="exact"/>
                        <w:jc w:val="center"/>
                        <w:rPr>
                          <w:rFonts w:ascii="Arial" w:hAnsi="Arial" w:cs="Arial"/>
                          <w:color w:val="FFD966" w:themeColor="accent4" w:themeTint="99"/>
                          <w:w w:val="90"/>
                          <w:sz w:val="80"/>
                          <w:szCs w:val="80"/>
                          <w:lang w:val="en"/>
                        </w:rPr>
                      </w:pPr>
                    </w:p>
                    <w:p w14:paraId="3563C689" w14:textId="77777777" w:rsidR="00ED1100" w:rsidRDefault="00BB5282" w:rsidP="00E16E5A">
                      <w:pPr>
                        <w:widowControl w:val="0"/>
                        <w:spacing w:line="840" w:lineRule="exact"/>
                        <w:jc w:val="center"/>
                        <w:rPr>
                          <w:rFonts w:ascii="Arial" w:hAnsi="Arial" w:cs="Arial"/>
                          <w:b/>
                          <w:color w:val="FFE599" w:themeColor="accent4" w:themeTint="66"/>
                          <w:w w:val="90"/>
                          <w:sz w:val="72"/>
                          <w:szCs w:val="72"/>
                          <w:lang w:val="e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BB5282">
                        <w:rPr>
                          <w:rFonts w:ascii="Arial" w:hAnsi="Arial" w:cs="Arial"/>
                          <w:b/>
                          <w:color w:val="FFE599" w:themeColor="accent4" w:themeTint="66"/>
                          <w:w w:val="90"/>
                          <w:sz w:val="72"/>
                          <w:szCs w:val="72"/>
                          <w:lang w:val="e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GO SOLAR AND SAVE</w:t>
                      </w:r>
                    </w:p>
                    <w:p w14:paraId="4FC43CA7" w14:textId="77777777" w:rsidR="00B974BA" w:rsidRPr="00B974BA" w:rsidRDefault="00B974BA" w:rsidP="00E16E5A">
                      <w:pPr>
                        <w:widowControl w:val="0"/>
                        <w:spacing w:line="840" w:lineRule="exact"/>
                        <w:jc w:val="center"/>
                        <w:rPr>
                          <w:rFonts w:ascii="Arial" w:hAnsi="Arial" w:cs="Arial"/>
                          <w:b/>
                          <w:color w:val="FFE599" w:themeColor="accent4" w:themeTint="66"/>
                          <w:w w:val="90"/>
                          <w:sz w:val="56"/>
                          <w:szCs w:val="56"/>
                          <w:lang w:val="e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B974BA">
                        <w:rPr>
                          <w:rFonts w:ascii="Arial" w:hAnsi="Arial" w:cs="Arial"/>
                          <w:b/>
                          <w:color w:val="FFE599" w:themeColor="accent4" w:themeTint="66"/>
                          <w:w w:val="90"/>
                          <w:sz w:val="56"/>
                          <w:szCs w:val="56"/>
                          <w:lang w:val="e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VAYA SOLAR Y AHORRE</w:t>
                      </w:r>
                    </w:p>
                    <w:p w14:paraId="3657A610" w14:textId="77777777" w:rsidR="00E16E5A" w:rsidRPr="00E16E5A" w:rsidRDefault="00E16E5A" w:rsidP="00E16E5A">
                      <w:pPr>
                        <w:widowControl w:val="0"/>
                        <w:spacing w:line="840" w:lineRule="exact"/>
                        <w:jc w:val="center"/>
                        <w:rPr>
                          <w:rFonts w:ascii="Arial" w:hAnsi="Arial" w:cs="Arial"/>
                          <w:color w:val="833C0B" w:themeColor="accent2" w:themeShade="80"/>
                          <w:w w:val="90"/>
                          <w:sz w:val="80"/>
                          <w:szCs w:val="80"/>
                          <w:lang w:val="en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72F43">
        <w:rPr>
          <w:noProof/>
        </w:rPr>
        <w:drawing>
          <wp:inline distT="0" distB="0" distL="0" distR="0" wp14:anchorId="3E9037D5" wp14:editId="3DBAC10B">
            <wp:extent cx="7377865" cy="2895600"/>
            <wp:effectExtent l="0" t="0" r="0" b="0"/>
            <wp:docPr id="21" name="Picture 8" descr="C:\Users\ruby\AppData\Local\Microsoft\Windows\INetCache\Content.MSO\A70E398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uby\AppData\Local\Microsoft\Windows\INetCache\Content.MSO\A70E3980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4729" cy="291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429C6" w14:textId="77777777" w:rsidR="005F70E4" w:rsidRDefault="00A72F43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4928" behindDoc="0" locked="0" layoutInCell="1" allowOverlap="1" wp14:anchorId="408C9498" wp14:editId="6C2D5DA3">
                <wp:simplePos x="0" y="0"/>
                <wp:positionH relativeFrom="column">
                  <wp:posOffset>2346960</wp:posOffset>
                </wp:positionH>
                <wp:positionV relativeFrom="page">
                  <wp:posOffset>3284220</wp:posOffset>
                </wp:positionV>
                <wp:extent cx="4972050" cy="630936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2050" cy="6309360"/>
                        </a:xfrm>
                        <a:prstGeom prst="rect">
                          <a:avLst/>
                        </a:prstGeom>
                        <a:solidFill>
                          <a:srgbClr val="2E364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CD6D4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6F914" id="Rectangle 3" o:spid="_x0000_s1026" style="position:absolute;margin-left:184.8pt;margin-top:258.6pt;width:391.5pt;height:496.8pt;z-index:2516449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" fillcolor="#2e3640" stroked="f" strokecolor="#212120" insetpen="t">
                <v:shadow color="#dcd6d4"/>
                <v:textbox inset="2.88pt,2.88pt,2.88pt,2.88pt"/>
                <w10:wrap anchory="page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 wp14:anchorId="236E2EED" wp14:editId="550B058D">
                <wp:simplePos x="0" y="0"/>
                <wp:positionH relativeFrom="column">
                  <wp:posOffset>251460</wp:posOffset>
                </wp:positionH>
                <wp:positionV relativeFrom="page">
                  <wp:posOffset>5554980</wp:posOffset>
                </wp:positionV>
                <wp:extent cx="3931920" cy="2849880"/>
                <wp:effectExtent l="0" t="0" r="0" b="762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284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E5D6658" w14:textId="77777777" w:rsidR="00ED1100" w:rsidRPr="00890D90" w:rsidRDefault="00397F80" w:rsidP="00B2522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left="180" w:hanging="180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  <w:r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Home and commercial installations</w:t>
                            </w:r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/ </w:t>
                            </w:r>
                            <w:proofErr w:type="spellStart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Instalacion</w:t>
                            </w:r>
                            <w:r w:rsidR="00A72F43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s</w:t>
                            </w:r>
                            <w:proofErr w:type="spellEnd"/>
                            <w:r w:rsidR="00A72F43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 w:rsidR="00A72F43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domesticas</w:t>
                            </w:r>
                            <w:proofErr w:type="spellEnd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y </w:t>
                            </w:r>
                            <w:proofErr w:type="spellStart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comercial</w:t>
                            </w:r>
                            <w:proofErr w:type="spellEnd"/>
                            <w:r w:rsidR="005B3039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br/>
                            </w:r>
                          </w:p>
                          <w:p w14:paraId="102C38B4" w14:textId="77777777" w:rsidR="004C64C9" w:rsidRDefault="004C64C9" w:rsidP="00FC09E2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left="180" w:hanging="180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  <w:r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After sales services</w:t>
                            </w:r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/ </w:t>
                            </w:r>
                            <w:proofErr w:type="spellStart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Servicios</w:t>
                            </w:r>
                            <w:proofErr w:type="spellEnd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posventa</w:t>
                            </w:r>
                            <w:proofErr w:type="spellEnd"/>
                            <w:r w:rsidR="00BB6D41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br/>
                            </w:r>
                          </w:p>
                          <w:p w14:paraId="0B881940" w14:textId="77777777" w:rsidR="00B974BA" w:rsidRPr="00890D90" w:rsidRDefault="00B974BA" w:rsidP="00B974BA">
                            <w:pPr>
                              <w:pStyle w:val="ListParagraph"/>
                              <w:widowControl w:val="0"/>
                              <w:spacing w:line="280" w:lineRule="exact"/>
                              <w:ind w:left="180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7F3D6724" w14:textId="77777777" w:rsidR="004C64C9" w:rsidRDefault="004C64C9" w:rsidP="00D523B7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left="180" w:hanging="180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  <w:r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Back-up power </w:t>
                            </w:r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/ </w:t>
                            </w:r>
                            <w:proofErr w:type="spellStart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Energia</w:t>
                            </w:r>
                            <w:proofErr w:type="spellEnd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de </w:t>
                            </w:r>
                            <w:proofErr w:type="spellStart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respaldo</w:t>
                            </w:r>
                            <w:proofErr w:type="spellEnd"/>
                            <w:r w:rsidR="00BB6D41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br/>
                            </w:r>
                          </w:p>
                          <w:p w14:paraId="71AAC770" w14:textId="77777777" w:rsidR="00B974BA" w:rsidRPr="00890D90" w:rsidRDefault="00B974BA" w:rsidP="00B974BA">
                            <w:pPr>
                              <w:pStyle w:val="ListParagraph"/>
                              <w:widowControl w:val="0"/>
                              <w:spacing w:line="280" w:lineRule="exact"/>
                              <w:ind w:left="180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3FB1FB2A" w14:textId="77777777" w:rsidR="004C64C9" w:rsidRPr="00B974BA" w:rsidRDefault="004C64C9" w:rsidP="00BB6D4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left="180" w:hanging="180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  <w:r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Proposal and cost benefit </w:t>
                            </w:r>
                            <w:proofErr w:type="spellStart"/>
                            <w:r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anaylsis</w:t>
                            </w:r>
                            <w:proofErr w:type="spellEnd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/ </w:t>
                            </w:r>
                            <w:proofErr w:type="spellStart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Propuesta</w:t>
                            </w:r>
                            <w:proofErr w:type="spellEnd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y </w:t>
                            </w:r>
                            <w:proofErr w:type="spellStart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analisis</w:t>
                            </w:r>
                            <w:proofErr w:type="spellEnd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de </w:t>
                            </w:r>
                            <w:proofErr w:type="spellStart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costo</w:t>
                            </w:r>
                            <w:proofErr w:type="spellEnd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beneficio</w:t>
                            </w:r>
                            <w:proofErr w:type="spellEnd"/>
                          </w:p>
                          <w:p w14:paraId="29FD4E41" w14:textId="77777777" w:rsidR="00B974BA" w:rsidRPr="00890D90" w:rsidRDefault="00B974BA" w:rsidP="00B974BA">
                            <w:pPr>
                              <w:pStyle w:val="ListParagraph"/>
                              <w:widowControl w:val="0"/>
                              <w:spacing w:line="280" w:lineRule="exact"/>
                              <w:ind w:left="180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75AFDED7" w14:textId="77777777" w:rsidR="004C64C9" w:rsidRDefault="004C64C9" w:rsidP="004C64C9">
                            <w:pPr>
                              <w:pStyle w:val="ListParagraph"/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16"/>
                                <w:szCs w:val="16"/>
                                <w:lang w:val="en"/>
                              </w:rPr>
                            </w:pPr>
                          </w:p>
                          <w:p w14:paraId="7704C607" w14:textId="77777777" w:rsidR="00ED1100" w:rsidRPr="00890D90" w:rsidRDefault="004C64C9" w:rsidP="00BB6D4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left="180" w:hanging="180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  <w:r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Solar security system</w:t>
                            </w:r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/ Sistema de </w:t>
                            </w:r>
                            <w:proofErr w:type="spellStart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segurida</w:t>
                            </w:r>
                            <w:proofErr w:type="spellEnd"/>
                            <w:r w:rsidR="00890D90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solar</w:t>
                            </w:r>
                            <w:r w:rsidR="00BB6D41" w:rsidRPr="00890D90">
                              <w:rPr>
                                <w:rFonts w:ascii="Arial" w:hAnsi="Arial" w:cs="Arial"/>
                                <w:color w:val="2E3640"/>
                                <w:spacing w:val="16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br/>
                            </w:r>
                          </w:p>
                          <w:p w14:paraId="0D2DF85A" w14:textId="77777777" w:rsidR="00317F5B" w:rsidRDefault="00317F5B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E2EED" id="Text Box 6" o:spid="_x0000_s1027" type="#_x0000_t202" style="position:absolute;margin-left:19.8pt;margin-top:437.4pt;width:309.6pt;height:224.4pt;z-index:251648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" filled="f" fillcolor="#fffffe" stroked="f" strokecolor="#212120" insetpen="t">
                <v:textbox inset="2.88pt,2.88pt,2.88pt,2.88pt">
                  <w:txbxContent>
                    <w:p w14:paraId="6E5D6658" w14:textId="77777777" w:rsidR="00ED1100" w:rsidRPr="00890D90" w:rsidRDefault="00397F80" w:rsidP="00B25229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line="280" w:lineRule="exact"/>
                        <w:ind w:left="180" w:hanging="180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  <w:r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Home and commercial installations</w:t>
                      </w:r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 / </w:t>
                      </w:r>
                      <w:proofErr w:type="spellStart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Instalacion</w:t>
                      </w:r>
                      <w:r w:rsidR="00A72F43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s</w:t>
                      </w:r>
                      <w:proofErr w:type="spellEnd"/>
                      <w:r w:rsidR="00A72F43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 </w:t>
                      </w:r>
                      <w:proofErr w:type="spellStart"/>
                      <w:r w:rsidR="00A72F43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domesticas</w:t>
                      </w:r>
                      <w:proofErr w:type="spellEnd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 y </w:t>
                      </w:r>
                      <w:proofErr w:type="spellStart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comercial</w:t>
                      </w:r>
                      <w:proofErr w:type="spellEnd"/>
                      <w:r w:rsidR="005B3039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br/>
                      </w:r>
                    </w:p>
                    <w:p w14:paraId="102C38B4" w14:textId="77777777" w:rsidR="004C64C9" w:rsidRDefault="004C64C9" w:rsidP="00FC09E2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line="280" w:lineRule="exact"/>
                        <w:ind w:left="180" w:hanging="180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  <w:r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After sales services</w:t>
                      </w:r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 / </w:t>
                      </w:r>
                      <w:proofErr w:type="spellStart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Servicios</w:t>
                      </w:r>
                      <w:proofErr w:type="spellEnd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 </w:t>
                      </w:r>
                      <w:proofErr w:type="spellStart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posventa</w:t>
                      </w:r>
                      <w:proofErr w:type="spellEnd"/>
                      <w:r w:rsidR="00BB6D41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br/>
                      </w:r>
                    </w:p>
                    <w:p w14:paraId="0B881940" w14:textId="77777777" w:rsidR="00B974BA" w:rsidRPr="00890D90" w:rsidRDefault="00B974BA" w:rsidP="00B974BA">
                      <w:pPr>
                        <w:pStyle w:val="ListParagraph"/>
                        <w:widowControl w:val="0"/>
                        <w:spacing w:line="280" w:lineRule="exact"/>
                        <w:ind w:left="180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7F3D6724" w14:textId="77777777" w:rsidR="004C64C9" w:rsidRDefault="004C64C9" w:rsidP="00D523B7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line="280" w:lineRule="exact"/>
                        <w:ind w:left="180" w:hanging="180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  <w:r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Back-up power </w:t>
                      </w:r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/ </w:t>
                      </w:r>
                      <w:proofErr w:type="spellStart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Energia</w:t>
                      </w:r>
                      <w:proofErr w:type="spellEnd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 de </w:t>
                      </w:r>
                      <w:proofErr w:type="spellStart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respaldo</w:t>
                      </w:r>
                      <w:proofErr w:type="spellEnd"/>
                      <w:r w:rsidR="00BB6D41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br/>
                      </w:r>
                    </w:p>
                    <w:p w14:paraId="71AAC770" w14:textId="77777777" w:rsidR="00B974BA" w:rsidRPr="00890D90" w:rsidRDefault="00B974BA" w:rsidP="00B974BA">
                      <w:pPr>
                        <w:pStyle w:val="ListParagraph"/>
                        <w:widowControl w:val="0"/>
                        <w:spacing w:line="280" w:lineRule="exact"/>
                        <w:ind w:left="180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3FB1FB2A" w14:textId="77777777" w:rsidR="004C64C9" w:rsidRPr="00B974BA" w:rsidRDefault="004C64C9" w:rsidP="00BB6D41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line="280" w:lineRule="exact"/>
                        <w:ind w:left="180" w:hanging="180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  <w:r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Proposal and cost benefit </w:t>
                      </w:r>
                      <w:proofErr w:type="spellStart"/>
                      <w:r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anaylsis</w:t>
                      </w:r>
                      <w:proofErr w:type="spellEnd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/ </w:t>
                      </w:r>
                      <w:proofErr w:type="spellStart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Propuesta</w:t>
                      </w:r>
                      <w:proofErr w:type="spellEnd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 y </w:t>
                      </w:r>
                      <w:proofErr w:type="spellStart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analisis</w:t>
                      </w:r>
                      <w:proofErr w:type="spellEnd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 de </w:t>
                      </w:r>
                      <w:proofErr w:type="spellStart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costo</w:t>
                      </w:r>
                      <w:proofErr w:type="spellEnd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 </w:t>
                      </w:r>
                      <w:proofErr w:type="spellStart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beneficio</w:t>
                      </w:r>
                      <w:proofErr w:type="spellEnd"/>
                    </w:p>
                    <w:p w14:paraId="29FD4E41" w14:textId="77777777" w:rsidR="00B974BA" w:rsidRPr="00890D90" w:rsidRDefault="00B974BA" w:rsidP="00B974BA">
                      <w:pPr>
                        <w:pStyle w:val="ListParagraph"/>
                        <w:widowControl w:val="0"/>
                        <w:spacing w:line="280" w:lineRule="exact"/>
                        <w:ind w:left="180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75AFDED7" w14:textId="77777777" w:rsidR="004C64C9" w:rsidRDefault="004C64C9" w:rsidP="004C64C9">
                      <w:pPr>
                        <w:pStyle w:val="ListParagraph"/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16"/>
                          <w:szCs w:val="16"/>
                          <w:lang w:val="en"/>
                        </w:rPr>
                      </w:pPr>
                    </w:p>
                    <w:p w14:paraId="7704C607" w14:textId="77777777" w:rsidR="00ED1100" w:rsidRPr="00890D90" w:rsidRDefault="004C64C9" w:rsidP="00BB6D41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line="280" w:lineRule="exact"/>
                        <w:ind w:left="180" w:hanging="180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  <w:r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Solar security system</w:t>
                      </w:r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 / Sistema de </w:t>
                      </w:r>
                      <w:proofErr w:type="spellStart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>segurida</w:t>
                      </w:r>
                      <w:proofErr w:type="spellEnd"/>
                      <w:r w:rsidR="00890D90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t xml:space="preserve"> solar</w:t>
                      </w:r>
                      <w:r w:rsidR="00BB6D41" w:rsidRPr="00890D90">
                        <w:rPr>
                          <w:rFonts w:ascii="Arial" w:hAnsi="Arial" w:cs="Arial"/>
                          <w:color w:val="2E3640"/>
                          <w:spacing w:val="16"/>
                          <w:w w:val="90"/>
                          <w:sz w:val="28"/>
                          <w:szCs w:val="28"/>
                          <w:lang w:val="en"/>
                        </w:rPr>
                        <w:br/>
                      </w:r>
                    </w:p>
                    <w:p w14:paraId="0D2DF85A" w14:textId="77777777" w:rsidR="00317F5B" w:rsidRDefault="00317F5B"/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2E0C8B1" wp14:editId="247FF94E">
                <wp:simplePos x="0" y="0"/>
                <wp:positionH relativeFrom="margin">
                  <wp:align>left</wp:align>
                </wp:positionH>
                <wp:positionV relativeFrom="margin">
                  <wp:posOffset>5349240</wp:posOffset>
                </wp:positionV>
                <wp:extent cx="4594860" cy="4251960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4860" cy="4251960"/>
                        </a:xfrm>
                        <a:prstGeom prst="rect">
                          <a:avLst/>
                        </a:prstGeom>
                        <a:solidFill>
                          <a:srgbClr val="B7C13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7B715" id="Rectangle 4" o:spid="_x0000_s1026" style="position:absolute;margin-left:0;margin-top:421.2pt;width:361.8pt;height:334.8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" fillcolor="#b7c134" stroked="f" strokecolor="#212120" insetpen="t">
                <v:shadow color="#8c8682"/>
                <w10:wrap anchorx="margin" anchory="margin"/>
              </v:rect>
            </w:pict>
          </mc:Fallback>
        </mc:AlternateContent>
      </w:r>
      <w:r w:rsidR="00E45128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5C8BF85B" wp14:editId="00C39ECB">
                <wp:simplePos x="0" y="0"/>
                <wp:positionH relativeFrom="column">
                  <wp:posOffset>129540</wp:posOffset>
                </wp:positionH>
                <wp:positionV relativeFrom="page">
                  <wp:posOffset>9288780</wp:posOffset>
                </wp:positionV>
                <wp:extent cx="7078980" cy="396240"/>
                <wp:effectExtent l="0" t="0" r="7620" b="3810"/>
                <wp:wrapNone/>
                <wp:docPr id="1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898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7C41336" w14:textId="77777777" w:rsidR="00E45128" w:rsidRPr="00E45128" w:rsidRDefault="00ED1100" w:rsidP="00ED1100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14"/>
                                <w:szCs w:val="14"/>
                                <w:lang w:val="en"/>
                              </w:rPr>
                              <w:t xml:space="preserve"> </w:t>
                            </w:r>
                          </w:p>
                          <w:p w14:paraId="2821BCBC" w14:textId="77777777" w:rsidR="00ED1100" w:rsidRPr="00E45128" w:rsidRDefault="00E45128" w:rsidP="00ED1100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E45128"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 xml:space="preserve"> </w:t>
                            </w:r>
                            <w:proofErr w:type="gramStart"/>
                            <w:r w:rsidRPr="00E45128"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>T</w:t>
                            </w:r>
                            <w:r w:rsidR="00B974BA"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>el  661.606</w:t>
                            </w:r>
                            <w:r w:rsidR="00302DC7" w:rsidRPr="00E45128"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>.</w:t>
                            </w:r>
                            <w:r w:rsidR="00B974BA"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>9104</w:t>
                            </w:r>
                            <w:proofErr w:type="gramEnd"/>
                            <w:r w:rsidR="00302DC7" w:rsidRPr="00E45128"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 xml:space="preserve">                                                                 WWW.TEKTON-CORP.COM</w:t>
                            </w:r>
                            <w:r w:rsidR="00302DC7" w:rsidRPr="00E45128"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BF85B" id="Text Box 22" o:spid="_x0000_s1028" type="#_x0000_t202" style="position:absolute;margin-left:10.2pt;margin-top:731.4pt;width:557.4pt;height:31.2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" filled="f" fillcolor="#fffffe" stroked="f" strokecolor="#212120" insetpen="t">
                <v:textbox inset="2.88pt,2.88pt,2.88pt,2.88pt">
                  <w:txbxContent>
                    <w:p w14:paraId="27C41336" w14:textId="77777777" w:rsidR="00E45128" w:rsidRPr="00E45128" w:rsidRDefault="00ED1100" w:rsidP="00ED1100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14"/>
                          <w:szCs w:val="14"/>
                          <w:lang w:val="en"/>
                        </w:rPr>
                        <w:t xml:space="preserve"> </w:t>
                      </w:r>
                    </w:p>
                    <w:p w14:paraId="2821BCBC" w14:textId="77777777" w:rsidR="00ED1100" w:rsidRPr="00E45128" w:rsidRDefault="00E45128" w:rsidP="00ED1100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"/>
                        </w:rPr>
                      </w:pPr>
                      <w:r w:rsidRPr="00E45128"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"/>
                        </w:rPr>
                        <w:t xml:space="preserve">       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"/>
                        </w:rPr>
                        <w:t xml:space="preserve"> </w:t>
                      </w:r>
                      <w:proofErr w:type="gramStart"/>
                      <w:r w:rsidRPr="00E45128"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"/>
                        </w:rPr>
                        <w:t>T</w:t>
                      </w:r>
                      <w:r w:rsidR="00B974BA"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"/>
                        </w:rPr>
                        <w:t>el  661.606</w:t>
                      </w:r>
                      <w:r w:rsidR="00302DC7" w:rsidRPr="00E45128"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"/>
                        </w:rPr>
                        <w:t>.</w:t>
                      </w:r>
                      <w:r w:rsidR="00B974BA"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"/>
                        </w:rPr>
                        <w:t>9104</w:t>
                      </w:r>
                      <w:proofErr w:type="gramEnd"/>
                      <w:r w:rsidR="00302DC7" w:rsidRPr="00E45128"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"/>
                        </w:rPr>
                        <w:t xml:space="preserve">                                                                 WWW.TEKTON-CORP.COM</w:t>
                      </w:r>
                      <w:r w:rsidR="00302DC7" w:rsidRPr="00E45128"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"/>
                        </w:rPr>
                        <w:t xml:space="preserve">   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45128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BAF7C27" wp14:editId="463ADD07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7315200" cy="1167130"/>
                <wp:effectExtent l="0" t="0" r="0" b="0"/>
                <wp:wrapNone/>
                <wp:docPr id="3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15200" cy="1167130"/>
                        </a:xfrm>
                        <a:custGeom>
                          <a:avLst/>
                          <a:gdLst>
                            <a:gd name="T0" fmla="*/ 2448 w 2448"/>
                            <a:gd name="T1" fmla="*/ 389 h 389"/>
                            <a:gd name="T2" fmla="*/ 2448 w 2448"/>
                            <a:gd name="T3" fmla="*/ 140 h 389"/>
                            <a:gd name="T4" fmla="*/ 0 w 2448"/>
                            <a:gd name="T5" fmla="*/ 183 h 389"/>
                            <a:gd name="T6" fmla="*/ 0 w 2448"/>
                            <a:gd name="T7" fmla="*/ 389 h 389"/>
                            <a:gd name="T8" fmla="*/ 2448 w 2448"/>
                            <a:gd name="T9" fmla="*/ 389 h 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448" h="389">
                              <a:moveTo>
                                <a:pt x="2448" y="389"/>
                              </a:moveTo>
                              <a:cubicBezTo>
                                <a:pt x="2448" y="140"/>
                                <a:pt x="2448" y="140"/>
                                <a:pt x="2448" y="140"/>
                              </a:cubicBezTo>
                              <a:cubicBezTo>
                                <a:pt x="1158" y="0"/>
                                <a:pt x="339" y="128"/>
                                <a:pt x="0" y="183"/>
                              </a:cubicBezTo>
                              <a:cubicBezTo>
                                <a:pt x="0" y="389"/>
                                <a:pt x="0" y="389"/>
                                <a:pt x="0" y="389"/>
                              </a:cubicBezTo>
                              <a:lnTo>
                                <a:pt x="2448" y="3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64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3546C" id="Freeform 5" o:spid="_x0000_s1026" style="position:absolute;margin-left:524.8pt;margin-top:0;width:8in;height:91.9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page;mso-height-relative:page;v-text-anchor:top" coordsize="2448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" path="m2448,389v,-249,,-249,,-249c1158,,339,128,,183,,389,,389,,389r2448,xe" fillcolor="#2e3640" stroked="f" strokecolor="#212120">
                <v:shadow color="#8c8682"/>
                <v:path arrowok="t" o:connecttype="custom" o:connectlocs="7315200,1167130;7315200,420047;0,549061;0,1167130;7315200,1167130" o:connectangles="0,0,0,0,0"/>
                <w10:wrap anchorx="margin" anchory="margin"/>
              </v:shape>
            </w:pict>
          </mc:Fallback>
        </mc:AlternateContent>
      </w:r>
      <w:r w:rsidR="00E45128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5B3E3A78" wp14:editId="7D560121">
                <wp:simplePos x="0" y="0"/>
                <wp:positionH relativeFrom="column">
                  <wp:posOffset>3992880</wp:posOffset>
                </wp:positionH>
                <wp:positionV relativeFrom="page">
                  <wp:posOffset>9372600</wp:posOffset>
                </wp:positionV>
                <wp:extent cx="2842260" cy="213360"/>
                <wp:effectExtent l="0" t="0" r="0" b="0"/>
                <wp:wrapNone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BBD631" w14:textId="77777777" w:rsidR="00ED1100" w:rsidRPr="00E45128" w:rsidRDefault="00ED1100" w:rsidP="00ED1100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FFFFFE"/>
                                <w:w w:val="90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E3A78" id="Text Box 21" o:spid="_x0000_s1029" type="#_x0000_t202" style="position:absolute;margin-left:314.4pt;margin-top:738pt;width:223.8pt;height:16.8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" filled="f" fillcolor="#fffffe" stroked="f" strokecolor="#212120" insetpen="t">
                <v:textbox inset="2.88pt,2.88pt,2.88pt,2.88pt">
                  <w:txbxContent>
                    <w:p w14:paraId="3BBBD631" w14:textId="77777777" w:rsidR="00ED1100" w:rsidRPr="00E45128" w:rsidRDefault="00ED1100" w:rsidP="00ED1100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b/>
                          <w:bCs/>
                          <w:caps/>
                          <w:color w:val="FFFFFE"/>
                          <w:w w:val="90"/>
                          <w:lang w:val="en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302DC7">
        <w:rPr>
          <w:noProof/>
          <w:color w:val="auto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677652A3" wp14:editId="414D1699">
                <wp:simplePos x="0" y="0"/>
                <wp:positionH relativeFrom="column">
                  <wp:posOffset>5273040</wp:posOffset>
                </wp:positionH>
                <wp:positionV relativeFrom="page">
                  <wp:posOffset>8046720</wp:posOffset>
                </wp:positionV>
                <wp:extent cx="659765" cy="643255"/>
                <wp:effectExtent l="0" t="0" r="6985" b="0"/>
                <wp:wrapNone/>
                <wp:docPr id="6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65" cy="643255"/>
                          <a:chOff x="114379548" y="106280986"/>
                          <a:chExt cx="450000" cy="487500"/>
                        </a:xfrm>
                      </wpg:grpSpPr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114398298" y="106460986"/>
                            <a:ext cx="431250" cy="307500"/>
                          </a:xfrm>
                          <a:custGeom>
                            <a:avLst/>
                            <a:gdLst>
                              <a:gd name="T0" fmla="*/ 101 w 115"/>
                              <a:gd name="T1" fmla="*/ 37 h 82"/>
                              <a:gd name="T2" fmla="*/ 23 w 115"/>
                              <a:gd name="T3" fmla="*/ 54 h 82"/>
                              <a:gd name="T4" fmla="*/ 0 w 115"/>
                              <a:gd name="T5" fmla="*/ 24 h 82"/>
                              <a:gd name="T6" fmla="*/ 26 w 115"/>
                              <a:gd name="T7" fmla="*/ 65 h 82"/>
                              <a:gd name="T8" fmla="*/ 103 w 115"/>
                              <a:gd name="T9" fmla="*/ 48 h 82"/>
                              <a:gd name="T10" fmla="*/ 110 w 115"/>
                              <a:gd name="T11" fmla="*/ 0 h 82"/>
                              <a:gd name="T12" fmla="*/ 101 w 115"/>
                              <a:gd name="T13" fmla="*/ 37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15" h="82">
                                <a:moveTo>
                                  <a:pt x="101" y="37"/>
                                </a:moveTo>
                                <a:cubicBezTo>
                                  <a:pt x="84" y="64"/>
                                  <a:pt x="49" y="71"/>
                                  <a:pt x="23" y="54"/>
                                </a:cubicBezTo>
                                <a:cubicBezTo>
                                  <a:pt x="12" y="47"/>
                                  <a:pt x="4" y="36"/>
                                  <a:pt x="0" y="24"/>
                                </a:cubicBezTo>
                                <a:cubicBezTo>
                                  <a:pt x="2" y="40"/>
                                  <a:pt x="11" y="56"/>
                                  <a:pt x="26" y="65"/>
                                </a:cubicBezTo>
                                <a:cubicBezTo>
                                  <a:pt x="52" y="82"/>
                                  <a:pt x="87" y="75"/>
                                  <a:pt x="103" y="48"/>
                                </a:cubicBezTo>
                                <a:cubicBezTo>
                                  <a:pt x="113" y="34"/>
                                  <a:pt x="115" y="16"/>
                                  <a:pt x="110" y="0"/>
                                </a:cubicBezTo>
                                <a:cubicBezTo>
                                  <a:pt x="111" y="13"/>
                                  <a:pt x="108" y="26"/>
                                  <a:pt x="101" y="37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E33830"/>
                              </a:gs>
                              <a:gs pos="100000">
                                <a:srgbClr val="EFB32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21212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/>
                        </wps:cNvSpPr>
                        <wps:spPr bwMode="auto">
                          <a:xfrm>
                            <a:off x="114379548" y="106355986"/>
                            <a:ext cx="408750" cy="363750"/>
                          </a:xfrm>
                          <a:custGeom>
                            <a:avLst/>
                            <a:gdLst>
                              <a:gd name="T0" fmla="*/ 77 w 109"/>
                              <a:gd name="T1" fmla="*/ 81 h 97"/>
                              <a:gd name="T2" fmla="*/ 10 w 109"/>
                              <a:gd name="T3" fmla="*/ 38 h 97"/>
                              <a:gd name="T4" fmla="*/ 15 w 109"/>
                              <a:gd name="T5" fmla="*/ 0 h 97"/>
                              <a:gd name="T6" fmla="*/ 4 w 109"/>
                              <a:gd name="T7" fmla="*/ 47 h 97"/>
                              <a:gd name="T8" fmla="*/ 71 w 109"/>
                              <a:gd name="T9" fmla="*/ 91 h 97"/>
                              <a:gd name="T10" fmla="*/ 109 w 109"/>
                              <a:gd name="T11" fmla="*/ 61 h 97"/>
                              <a:gd name="T12" fmla="*/ 77 w 109"/>
                              <a:gd name="T13" fmla="*/ 81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9" h="97">
                                <a:moveTo>
                                  <a:pt x="77" y="81"/>
                                </a:moveTo>
                                <a:cubicBezTo>
                                  <a:pt x="46" y="88"/>
                                  <a:pt x="16" y="68"/>
                                  <a:pt x="10" y="38"/>
                                </a:cubicBezTo>
                                <a:cubicBezTo>
                                  <a:pt x="7" y="25"/>
                                  <a:pt x="9" y="12"/>
                                  <a:pt x="15" y="0"/>
                                </a:cubicBezTo>
                                <a:cubicBezTo>
                                  <a:pt x="5" y="13"/>
                                  <a:pt x="0" y="30"/>
                                  <a:pt x="4" y="47"/>
                                </a:cubicBezTo>
                                <a:cubicBezTo>
                                  <a:pt x="10" y="78"/>
                                  <a:pt x="40" y="97"/>
                                  <a:pt x="71" y="91"/>
                                </a:cubicBezTo>
                                <a:cubicBezTo>
                                  <a:pt x="88" y="87"/>
                                  <a:pt x="102" y="76"/>
                                  <a:pt x="109" y="61"/>
                                </a:cubicBezTo>
                                <a:cubicBezTo>
                                  <a:pt x="101" y="71"/>
                                  <a:pt x="90" y="78"/>
                                  <a:pt x="77" y="81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E33830"/>
                              </a:gs>
                              <a:gs pos="100000">
                                <a:srgbClr val="EFB32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21212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114420798" y="106295986"/>
                            <a:ext cx="236250" cy="333750"/>
                          </a:xfrm>
                          <a:custGeom>
                            <a:avLst/>
                            <a:gdLst>
                              <a:gd name="T0" fmla="*/ 34 w 63"/>
                              <a:gd name="T1" fmla="*/ 78 h 89"/>
                              <a:gd name="T2" fmla="*/ 21 w 63"/>
                              <a:gd name="T3" fmla="*/ 18 h 89"/>
                              <a:gd name="T4" fmla="*/ 45 w 63"/>
                              <a:gd name="T5" fmla="*/ 0 h 89"/>
                              <a:gd name="T6" fmla="*/ 13 w 63"/>
                              <a:gd name="T7" fmla="*/ 20 h 89"/>
                              <a:gd name="T8" fmla="*/ 26 w 63"/>
                              <a:gd name="T9" fmla="*/ 80 h 89"/>
                              <a:gd name="T10" fmla="*/ 63 w 63"/>
                              <a:gd name="T11" fmla="*/ 85 h 89"/>
                              <a:gd name="T12" fmla="*/ 34 w 63"/>
                              <a:gd name="T13" fmla="*/ 78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" h="89">
                                <a:moveTo>
                                  <a:pt x="34" y="78"/>
                                </a:moveTo>
                                <a:cubicBezTo>
                                  <a:pt x="14" y="65"/>
                                  <a:pt x="8" y="38"/>
                                  <a:pt x="21" y="18"/>
                                </a:cubicBezTo>
                                <a:cubicBezTo>
                                  <a:pt x="27" y="9"/>
                                  <a:pt x="35" y="3"/>
                                  <a:pt x="45" y="0"/>
                                </a:cubicBezTo>
                                <a:cubicBezTo>
                                  <a:pt x="32" y="1"/>
                                  <a:pt x="20" y="8"/>
                                  <a:pt x="13" y="20"/>
                                </a:cubicBezTo>
                                <a:cubicBezTo>
                                  <a:pt x="0" y="40"/>
                                  <a:pt x="5" y="67"/>
                                  <a:pt x="26" y="80"/>
                                </a:cubicBezTo>
                                <a:cubicBezTo>
                                  <a:pt x="37" y="88"/>
                                  <a:pt x="51" y="89"/>
                                  <a:pt x="63" y="85"/>
                                </a:cubicBezTo>
                                <a:cubicBezTo>
                                  <a:pt x="53" y="86"/>
                                  <a:pt x="43" y="84"/>
                                  <a:pt x="34" y="78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EF792F"/>
                              </a:gs>
                              <a:gs pos="100000">
                                <a:srgbClr val="E33830"/>
                              </a:gs>
                            </a:gsLst>
                            <a:lin ang="1890000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21212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4"/>
                        <wps:cNvSpPr>
                          <a:spLocks/>
                        </wps:cNvSpPr>
                        <wps:spPr bwMode="auto">
                          <a:xfrm>
                            <a:off x="114458298" y="106280986"/>
                            <a:ext cx="281250" cy="318750"/>
                          </a:xfrm>
                          <a:custGeom>
                            <a:avLst/>
                            <a:gdLst>
                              <a:gd name="T0" fmla="*/ 12 w 75"/>
                              <a:gd name="T1" fmla="*/ 60 h 85"/>
                              <a:gd name="T2" fmla="*/ 46 w 75"/>
                              <a:gd name="T3" fmla="*/ 7 h 85"/>
                              <a:gd name="T4" fmla="*/ 75 w 75"/>
                              <a:gd name="T5" fmla="*/ 11 h 85"/>
                              <a:gd name="T6" fmla="*/ 38 w 75"/>
                              <a:gd name="T7" fmla="*/ 3 h 85"/>
                              <a:gd name="T8" fmla="*/ 5 w 75"/>
                              <a:gd name="T9" fmla="*/ 55 h 85"/>
                              <a:gd name="T10" fmla="*/ 28 w 75"/>
                              <a:gd name="T11" fmla="*/ 85 h 85"/>
                              <a:gd name="T12" fmla="*/ 12 w 75"/>
                              <a:gd name="T13" fmla="*/ 60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5" h="85">
                                <a:moveTo>
                                  <a:pt x="12" y="60"/>
                                </a:moveTo>
                                <a:cubicBezTo>
                                  <a:pt x="7" y="36"/>
                                  <a:pt x="22" y="13"/>
                                  <a:pt x="46" y="7"/>
                                </a:cubicBezTo>
                                <a:cubicBezTo>
                                  <a:pt x="56" y="5"/>
                                  <a:pt x="66" y="7"/>
                                  <a:pt x="75" y="11"/>
                                </a:cubicBezTo>
                                <a:cubicBezTo>
                                  <a:pt x="65" y="3"/>
                                  <a:pt x="52" y="0"/>
                                  <a:pt x="38" y="3"/>
                                </a:cubicBezTo>
                                <a:cubicBezTo>
                                  <a:pt x="15" y="8"/>
                                  <a:pt x="0" y="31"/>
                                  <a:pt x="5" y="55"/>
                                </a:cubicBezTo>
                                <a:cubicBezTo>
                                  <a:pt x="8" y="68"/>
                                  <a:pt x="16" y="79"/>
                                  <a:pt x="28" y="85"/>
                                </a:cubicBezTo>
                                <a:cubicBezTo>
                                  <a:pt x="20" y="79"/>
                                  <a:pt x="14" y="70"/>
                                  <a:pt x="12" y="60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EF792F"/>
                              </a:gs>
                              <a:gs pos="100000">
                                <a:srgbClr val="E33830"/>
                              </a:gs>
                            </a:gsLst>
                            <a:lin ang="1890000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21212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114525798" y="106344736"/>
                            <a:ext cx="187500" cy="225000"/>
                          </a:xfrm>
                          <a:custGeom>
                            <a:avLst/>
                            <a:gdLst>
                              <a:gd name="T0" fmla="*/ 10 w 50"/>
                              <a:gd name="T1" fmla="*/ 43 h 60"/>
                              <a:gd name="T2" fmla="*/ 30 w 50"/>
                              <a:gd name="T3" fmla="*/ 5 h 60"/>
                              <a:gd name="T4" fmla="*/ 50 w 50"/>
                              <a:gd name="T5" fmla="*/ 6 h 60"/>
                              <a:gd name="T6" fmla="*/ 25 w 50"/>
                              <a:gd name="T7" fmla="*/ 3 h 60"/>
                              <a:gd name="T8" fmla="*/ 5 w 50"/>
                              <a:gd name="T9" fmla="*/ 41 h 60"/>
                              <a:gd name="T10" fmla="*/ 22 w 50"/>
                              <a:gd name="T11" fmla="*/ 60 h 60"/>
                              <a:gd name="T12" fmla="*/ 10 w 50"/>
                              <a:gd name="T13" fmla="*/ 43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" h="60">
                                <a:moveTo>
                                  <a:pt x="10" y="43"/>
                                </a:moveTo>
                                <a:cubicBezTo>
                                  <a:pt x="5" y="27"/>
                                  <a:pt x="14" y="10"/>
                                  <a:pt x="30" y="5"/>
                                </a:cubicBezTo>
                                <a:cubicBezTo>
                                  <a:pt x="37" y="3"/>
                                  <a:pt x="44" y="4"/>
                                  <a:pt x="50" y="6"/>
                                </a:cubicBezTo>
                                <a:cubicBezTo>
                                  <a:pt x="43" y="1"/>
                                  <a:pt x="34" y="0"/>
                                  <a:pt x="25" y="3"/>
                                </a:cubicBezTo>
                                <a:cubicBezTo>
                                  <a:pt x="9" y="8"/>
                                  <a:pt x="0" y="25"/>
                                  <a:pt x="5" y="41"/>
                                </a:cubicBezTo>
                                <a:cubicBezTo>
                                  <a:pt x="8" y="50"/>
                                  <a:pt x="14" y="56"/>
                                  <a:pt x="22" y="60"/>
                                </a:cubicBezTo>
                                <a:cubicBezTo>
                                  <a:pt x="17" y="56"/>
                                  <a:pt x="12" y="50"/>
                                  <a:pt x="10" y="43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EFB32F"/>
                              </a:gs>
                              <a:gs pos="100000">
                                <a:srgbClr val="E33830"/>
                              </a:gs>
                            </a:gsLst>
                            <a:lin ang="1890000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21212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6"/>
                        <wps:cNvSpPr>
                          <a:spLocks/>
                        </wps:cNvSpPr>
                        <wps:spPr bwMode="auto">
                          <a:xfrm>
                            <a:off x="114552048" y="106344736"/>
                            <a:ext cx="228750" cy="172500"/>
                          </a:xfrm>
                          <a:custGeom>
                            <a:avLst/>
                            <a:gdLst>
                              <a:gd name="T0" fmla="*/ 7 w 61"/>
                              <a:gd name="T1" fmla="*/ 26 h 46"/>
                              <a:gd name="T2" fmla="*/ 48 w 61"/>
                              <a:gd name="T3" fmla="*/ 13 h 46"/>
                              <a:gd name="T4" fmla="*/ 61 w 61"/>
                              <a:gd name="T5" fmla="*/ 28 h 46"/>
                              <a:gd name="T6" fmla="*/ 46 w 61"/>
                              <a:gd name="T7" fmla="*/ 7 h 46"/>
                              <a:gd name="T8" fmla="*/ 5 w 61"/>
                              <a:gd name="T9" fmla="*/ 20 h 46"/>
                              <a:gd name="T10" fmla="*/ 4 w 61"/>
                              <a:gd name="T11" fmla="*/ 46 h 46"/>
                              <a:gd name="T12" fmla="*/ 7 w 61"/>
                              <a:gd name="T13" fmla="*/ 26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" h="46">
                                <a:moveTo>
                                  <a:pt x="7" y="26"/>
                                </a:moveTo>
                                <a:cubicBezTo>
                                  <a:pt x="14" y="11"/>
                                  <a:pt x="33" y="5"/>
                                  <a:pt x="48" y="13"/>
                                </a:cubicBezTo>
                                <a:cubicBezTo>
                                  <a:pt x="54" y="17"/>
                                  <a:pt x="59" y="22"/>
                                  <a:pt x="61" y="28"/>
                                </a:cubicBezTo>
                                <a:cubicBezTo>
                                  <a:pt x="60" y="20"/>
                                  <a:pt x="54" y="12"/>
                                  <a:pt x="46" y="7"/>
                                </a:cubicBezTo>
                                <a:cubicBezTo>
                                  <a:pt x="31" y="0"/>
                                  <a:pt x="13" y="5"/>
                                  <a:pt x="5" y="20"/>
                                </a:cubicBezTo>
                                <a:cubicBezTo>
                                  <a:pt x="0" y="29"/>
                                  <a:pt x="0" y="38"/>
                                  <a:pt x="4" y="46"/>
                                </a:cubicBezTo>
                                <a:cubicBezTo>
                                  <a:pt x="2" y="40"/>
                                  <a:pt x="3" y="32"/>
                                  <a:pt x="7" y="26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EFB32F"/>
                              </a:gs>
                              <a:gs pos="100000">
                                <a:srgbClr val="E33830"/>
                              </a:gs>
                            </a:gsLst>
                            <a:lin ang="1890000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21212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F3DE27" id="Group 10" o:spid="_x0000_s1026" style="position:absolute;margin-left:415.2pt;margin-top:633.6pt;width:51.95pt;height:50.65pt;z-index:251652096;mso-position-vertical-relative:page" coordorigin="1143795,1062809" coordsize="4500,4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">
                <v:shape id="Freeform 11" o:spid="_x0000_s1027" style="position:absolute;left:1143982;top:1064609;width:4313;height:3075;visibility:visible;mso-wrap-style:square;v-text-anchor:top" coordsize="115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" path="m101,37c84,64,49,71,23,54,12,47,4,36,,24,2,40,11,56,26,65,52,82,87,75,103,48,113,34,115,16,110,v1,13,-2,26,-9,37xe" fillcolor="#e33830" stroked="f" strokecolor="#212120">
                  <v:fill color2="#efb32f" rotate="t" angle="45" focus="100%" type="gradient"/>
                  <v:shadow color="#8c8682"/>
                  <v:path arrowok="t" o:connecttype="custom" o:connectlocs="378750,138750;86250,202500;0,90000;97500,243750;386250,180000;412500,0;378750,138750" o:connectangles="0,0,0,0,0,0,0"/>
                </v:shape>
                <v:shape id="Freeform 12" o:spid="_x0000_s1028" style="position:absolute;left:1143795;top:1063559;width:4087;height:3638;visibility:visible;mso-wrap-style:square;v-text-anchor:top" coordsize="10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" path="m77,81c46,88,16,68,10,38,7,25,9,12,15,,5,13,,30,4,47v6,31,36,50,67,44c88,87,102,76,109,61,101,71,90,78,77,81xe" fillcolor="#e33830" stroked="f" strokecolor="#212120">
                  <v:fill color2="#efb32f" rotate="t" angle="45" focus="100%" type="gradient"/>
                  <v:shadow color="#8c8682"/>
                  <v:path arrowok="t" o:connecttype="custom" o:connectlocs="288750,303750;37500,142500;56250,0;15000,176250;266250,341250;408750,228750;288750,303750" o:connectangles="0,0,0,0,0,0,0"/>
                </v:shape>
                <v:shape id="Freeform 13" o:spid="_x0000_s1029" style="position:absolute;left:1144207;top:1062959;width:2363;height:3338;visibility:visible;mso-wrap-style:square;v-text-anchor:top" coordsize="63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" path="m34,78c14,65,8,38,21,18,27,9,35,3,45,,32,1,20,8,13,20,,40,5,67,26,80v11,8,25,9,37,5c53,86,43,84,34,78xe" fillcolor="#ef792f" stroked="f" strokecolor="#212120">
                  <v:fill color2="#e33830" rotate="t" angle="135" focus="100%" type="gradient"/>
                  <v:shadow color="#8c8682"/>
                  <v:path arrowok="t" o:connecttype="custom" o:connectlocs="127500,292500;78750,67500;168750,0;48750,75000;97500,300000;236250,318750;127500,292500" o:connectangles="0,0,0,0,0,0,0"/>
                </v:shape>
                <v:shape id="Freeform 14" o:spid="_x0000_s1030" style="position:absolute;left:1144582;top:1062809;width:2813;height:3188;visibility:visible;mso-wrap-style:square;v-text-anchor:top" coordsize="7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" path="m12,60c7,36,22,13,46,7v10,-2,20,,29,4c65,3,52,,38,3,15,8,,31,5,55,8,68,16,79,28,85,20,79,14,70,12,60xe" fillcolor="#ef792f" stroked="f" strokecolor="#212120">
                  <v:fill color2="#e33830" rotate="t" angle="135" focus="100%" type="gradient"/>
                  <v:shadow color="#8c8682"/>
                  <v:path arrowok="t" o:connecttype="custom" o:connectlocs="45000,225000;172500,26250;281250,41250;142500,11250;18750,206250;105000,318750;45000,225000" o:connectangles="0,0,0,0,0,0,0"/>
                </v:shape>
                <v:shape id="Freeform 15" o:spid="_x0000_s1031" style="position:absolute;left:1145257;top:1063447;width:1875;height:2250;visibility:visible;mso-wrap-style:square;v-text-anchor:top" coordsize="5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" path="m10,43c5,27,14,10,30,5,37,3,44,4,50,6,43,1,34,,25,3,9,8,,25,5,41v3,9,9,15,17,19c17,56,12,50,10,43xe" fillcolor="#efb32f" stroked="f" strokecolor="#212120">
                  <v:fill color2="#e33830" rotate="t" angle="135" focus="100%" type="gradient"/>
                  <v:shadow color="#8c8682"/>
                  <v:path arrowok="t" o:connecttype="custom" o:connectlocs="37500,161250;112500,18750;187500,22500;93750,11250;18750,153750;82500,225000;37500,161250" o:connectangles="0,0,0,0,0,0,0"/>
                </v:shape>
                <v:shape id="Freeform 16" o:spid="_x0000_s1032" style="position:absolute;left:1145520;top:1063447;width:2287;height:1725;visibility:visible;mso-wrap-style:square;v-text-anchor:top" coordsize="6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" path="m7,26c14,11,33,5,48,13v6,4,11,9,13,15c60,20,54,12,46,7,31,,13,5,5,20,,29,,38,4,46,2,40,3,32,7,26xe" fillcolor="#efb32f" stroked="f" strokecolor="#212120">
                  <v:fill color2="#e33830" rotate="t" angle="135" focus="100%" type="gradient"/>
                  <v:shadow color="#8c8682"/>
                  <v:path arrowok="t" o:connecttype="custom" o:connectlocs="26250,97500;180000,48750;228750,105000;172500,26250;18750,75000;15000,172500;26250,97500" o:connectangles="0,0,0,0,0,0,0"/>
                </v:shape>
                <w10:wrap anchory="page"/>
              </v:group>
            </w:pict>
          </mc:Fallback>
        </mc:AlternateContent>
      </w:r>
      <w:r w:rsidR="00302DC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 wp14:anchorId="4568CE30" wp14:editId="60BAE2C6">
                <wp:simplePos x="0" y="0"/>
                <wp:positionH relativeFrom="column">
                  <wp:posOffset>5966460</wp:posOffset>
                </wp:positionH>
                <wp:positionV relativeFrom="page">
                  <wp:posOffset>8199120</wp:posOffset>
                </wp:positionV>
                <wp:extent cx="1113790" cy="960120"/>
                <wp:effectExtent l="0" t="0" r="0" b="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790" cy="960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EB5D2B1" w14:textId="77777777" w:rsidR="00ED1100" w:rsidRDefault="00397F80" w:rsidP="00ED1100">
                            <w:pPr>
                              <w:widowControl w:val="0"/>
                              <w:spacing w:line="320" w:lineRule="exact"/>
                              <w:rPr>
                                <w:rFonts w:ascii="Arial" w:hAnsi="Arial" w:cs="Arial"/>
                                <w:color w:val="FFFFFE"/>
                                <w:w w:val="90"/>
                                <w:sz w:val="28"/>
                                <w:szCs w:val="28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E"/>
                                <w:spacing w:val="20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Tekton </w:t>
                            </w:r>
                            <w:r w:rsidRPr="00302DC7">
                              <w:rPr>
                                <w:rFonts w:ascii="Arial" w:hAnsi="Arial" w:cs="Arial"/>
                                <w:color w:val="FFFFFE"/>
                                <w:spacing w:val="20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>Engineering &amp;Construction</w:t>
                            </w:r>
                            <w:r>
                              <w:rPr>
                                <w:rFonts w:ascii="Arial" w:hAnsi="Arial" w:cs="Arial"/>
                                <w:color w:val="FFFFFE"/>
                                <w:spacing w:val="20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8CE30" id="Text Box 9" o:spid="_x0000_s1030" type="#_x0000_t202" style="position:absolute;margin-left:469.8pt;margin-top:645.6pt;width:87.7pt;height:75.6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" filled="f" fillcolor="#fffffe" stroked="f" strokecolor="#212120" insetpen="t">
                <v:textbox inset="2.88pt,2.88pt,2.88pt,2.88pt">
                  <w:txbxContent>
                    <w:p w14:paraId="2EB5D2B1" w14:textId="77777777" w:rsidR="00ED1100" w:rsidRDefault="00397F80" w:rsidP="00ED1100">
                      <w:pPr>
                        <w:widowControl w:val="0"/>
                        <w:spacing w:line="320" w:lineRule="exact"/>
                        <w:rPr>
                          <w:rFonts w:ascii="Arial" w:hAnsi="Arial" w:cs="Arial"/>
                          <w:color w:val="FFFFFE"/>
                          <w:w w:val="90"/>
                          <w:sz w:val="28"/>
                          <w:szCs w:val="28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color w:val="FFFFFE"/>
                          <w:spacing w:val="20"/>
                          <w:w w:val="90"/>
                          <w:sz w:val="28"/>
                          <w:szCs w:val="28"/>
                          <w:lang w:val="en"/>
                        </w:rPr>
                        <w:t xml:space="preserve">Tekton </w:t>
                      </w:r>
                      <w:r w:rsidRPr="00302DC7">
                        <w:rPr>
                          <w:rFonts w:ascii="Arial" w:hAnsi="Arial" w:cs="Arial"/>
                          <w:color w:val="FFFFFE"/>
                          <w:spacing w:val="20"/>
                          <w:w w:val="90"/>
                          <w:sz w:val="24"/>
                          <w:szCs w:val="24"/>
                          <w:lang w:val="en"/>
                        </w:rPr>
                        <w:t>Engineering &amp;Construction</w:t>
                      </w:r>
                      <w:r>
                        <w:rPr>
                          <w:rFonts w:ascii="Arial" w:hAnsi="Arial" w:cs="Arial"/>
                          <w:color w:val="FFFFFE"/>
                          <w:spacing w:val="20"/>
                          <w:w w:val="90"/>
                          <w:sz w:val="28"/>
                          <w:szCs w:val="28"/>
                          <w:lang w:val="en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02DC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7C9AAFE0" wp14:editId="555A1E6F">
                <wp:simplePos x="0" y="0"/>
                <wp:positionH relativeFrom="column">
                  <wp:posOffset>5090160</wp:posOffset>
                </wp:positionH>
                <wp:positionV relativeFrom="page">
                  <wp:posOffset>4046220</wp:posOffset>
                </wp:positionV>
                <wp:extent cx="1828800" cy="2804160"/>
                <wp:effectExtent l="0" t="0" r="0" b="0"/>
                <wp:wrapNone/>
                <wp:docPr id="1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80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CB8285" w14:textId="77777777" w:rsidR="00302DC7" w:rsidRDefault="00302DC7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115B1C75" w14:textId="77777777" w:rsidR="00302DC7" w:rsidRDefault="00302DC7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6F5F7CCF" w14:textId="77777777" w:rsidR="00302DC7" w:rsidRDefault="00302DC7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3D43F5E7" w14:textId="77777777" w:rsidR="00ED1100" w:rsidRPr="00302DC7" w:rsidRDefault="00302DC7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  <w:r w:rsidRPr="00302DC7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Solar energy for your home and business. </w:t>
                            </w:r>
                          </w:p>
                          <w:p w14:paraId="733D7D8D" w14:textId="77777777" w:rsidR="00302DC7" w:rsidRPr="00302DC7" w:rsidRDefault="00302DC7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190673E0" w14:textId="77777777" w:rsidR="00302DC7" w:rsidRDefault="00302DC7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>Energ</w:t>
                            </w:r>
                            <w:r w:rsidRPr="00302DC7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>ia</w:t>
                            </w:r>
                            <w:proofErr w:type="spellEnd"/>
                            <w:r w:rsidRPr="00302DC7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 solar para </w:t>
                            </w:r>
                            <w:proofErr w:type="spellStart"/>
                            <w:r w:rsidRPr="00302DC7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>tu</w:t>
                            </w:r>
                            <w:proofErr w:type="spellEnd"/>
                            <w:r w:rsidRPr="00302DC7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 w:rsidRPr="00302DC7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>hogar</w:t>
                            </w:r>
                            <w:proofErr w:type="spellEnd"/>
                            <w:r w:rsidRPr="00302DC7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 o </w:t>
                            </w:r>
                            <w:proofErr w:type="spellStart"/>
                            <w:r w:rsidRPr="00302DC7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>negocio</w:t>
                            </w:r>
                            <w:proofErr w:type="spellEnd"/>
                            <w:r w:rsidRPr="00302DC7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. </w:t>
                            </w:r>
                          </w:p>
                          <w:p w14:paraId="27981059" w14:textId="77777777" w:rsidR="00302DC7" w:rsidRDefault="00302DC7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0FB7F41C" w14:textId="77777777" w:rsidR="00302DC7" w:rsidRDefault="00302DC7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1F1C9E7B" w14:textId="77777777" w:rsidR="00302DC7" w:rsidRPr="00302DC7" w:rsidRDefault="00302DC7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AAFE0" id="Text Box 20" o:spid="_x0000_s1031" type="#_x0000_t202" style="position:absolute;margin-left:400.8pt;margin-top:318.6pt;width:2in;height:220.8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" filled="f" fillcolor="#fffffe" stroked="f" strokecolor="#212120" insetpen="t">
                <v:textbox inset="2.88pt,2.88pt,2.88pt,2.88pt">
                  <w:txbxContent>
                    <w:p w14:paraId="63CB8285" w14:textId="77777777" w:rsidR="00302DC7" w:rsidRDefault="00302DC7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115B1C75" w14:textId="77777777" w:rsidR="00302DC7" w:rsidRDefault="00302DC7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6F5F7CCF" w14:textId="77777777" w:rsidR="00302DC7" w:rsidRDefault="00302DC7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3D43F5E7" w14:textId="77777777" w:rsidR="00ED1100" w:rsidRPr="00302DC7" w:rsidRDefault="00302DC7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  <w:r w:rsidRPr="00302DC7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Solar energy for your home and business. </w:t>
                      </w:r>
                    </w:p>
                    <w:p w14:paraId="733D7D8D" w14:textId="77777777" w:rsidR="00302DC7" w:rsidRPr="00302DC7" w:rsidRDefault="00302DC7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190673E0" w14:textId="77777777" w:rsidR="00302DC7" w:rsidRDefault="00302DC7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>Energ</w:t>
                      </w:r>
                      <w:r w:rsidRPr="00302DC7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>ia</w:t>
                      </w:r>
                      <w:proofErr w:type="spellEnd"/>
                      <w:r w:rsidRPr="00302DC7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 solar para </w:t>
                      </w:r>
                      <w:proofErr w:type="spellStart"/>
                      <w:r w:rsidRPr="00302DC7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>tu</w:t>
                      </w:r>
                      <w:proofErr w:type="spellEnd"/>
                      <w:r w:rsidRPr="00302DC7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 </w:t>
                      </w:r>
                      <w:proofErr w:type="spellStart"/>
                      <w:r w:rsidRPr="00302DC7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>hogar</w:t>
                      </w:r>
                      <w:proofErr w:type="spellEnd"/>
                      <w:r w:rsidRPr="00302DC7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 o </w:t>
                      </w:r>
                      <w:proofErr w:type="spellStart"/>
                      <w:r w:rsidRPr="00302DC7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>negocio</w:t>
                      </w:r>
                      <w:proofErr w:type="spellEnd"/>
                      <w:r w:rsidRPr="00302DC7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. </w:t>
                      </w:r>
                    </w:p>
                    <w:p w14:paraId="27981059" w14:textId="77777777" w:rsidR="00302DC7" w:rsidRDefault="00302DC7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0FB7F41C" w14:textId="77777777" w:rsidR="00302DC7" w:rsidRDefault="00302DC7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1F1C9E7B" w14:textId="77777777" w:rsidR="00302DC7" w:rsidRPr="00302DC7" w:rsidRDefault="00302DC7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F65D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 wp14:anchorId="7D4E5E1D" wp14:editId="427D7DEA">
                <wp:simplePos x="0" y="0"/>
                <wp:positionH relativeFrom="column">
                  <wp:posOffset>2941320</wp:posOffset>
                </wp:positionH>
                <wp:positionV relativeFrom="page">
                  <wp:posOffset>3566160</wp:posOffset>
                </wp:positionV>
                <wp:extent cx="1828800" cy="2251710"/>
                <wp:effectExtent l="0" t="0" r="0" b="0"/>
                <wp:wrapNone/>
                <wp:docPr id="1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51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62D2BD1" w14:textId="77777777" w:rsidR="00397F80" w:rsidRDefault="00ED1100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E"/>
                                <w:sz w:val="15"/>
                                <w:szCs w:val="15"/>
                                <w:lang w:val="en"/>
                              </w:rPr>
                              <w:t xml:space="preserve"> </w:t>
                            </w:r>
                            <w:r w:rsidR="00397F80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Solar energy </w:t>
                            </w:r>
                            <w:proofErr w:type="gramStart"/>
                            <w:r w:rsidR="00397F80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>for  you</w:t>
                            </w:r>
                            <w:proofErr w:type="gramEnd"/>
                            <w:r w:rsidR="00397F80"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 home and business.</w:t>
                            </w:r>
                          </w:p>
                          <w:p w14:paraId="0DF6B437" w14:textId="77777777" w:rsidR="00397F80" w:rsidRDefault="00397F80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4C6C59CD" w14:textId="77777777" w:rsidR="00397F80" w:rsidRDefault="00397F80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>Energia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 solar para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>tu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>hogar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>negocio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. </w:t>
                            </w:r>
                            <w:r w:rsidR="00EF65D4">
                              <w:rPr>
                                <w:noProof/>
                              </w:rPr>
                              <w:drawing>
                                <wp:inline distT="0" distB="0" distL="0" distR="0" wp14:anchorId="1DFB157A" wp14:editId="4473B85F">
                                  <wp:extent cx="1892560" cy="1356360"/>
                                  <wp:effectExtent l="0" t="0" r="0" b="0"/>
                                  <wp:docPr id="32" name="Picture 13" descr="Solar Powered Security Cameras - Wireless Security Camera Houston, TX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Solar Powered Security Cameras - Wireless Security Camera Houston, TX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4827" cy="1386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BDF3AC" w14:textId="77777777" w:rsidR="00397F80" w:rsidRDefault="00397F80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593A0465" w14:textId="77777777" w:rsidR="00397F80" w:rsidRDefault="00397F80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14:paraId="21C77AB9" w14:textId="77777777" w:rsidR="00ED1100" w:rsidRDefault="00397F80" w:rsidP="00ED1100">
                            <w:pPr>
                              <w:widowControl w:val="0"/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color w:val="FFFFFE"/>
                                <w:sz w:val="15"/>
                                <w:szCs w:val="15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E"/>
                                <w:sz w:val="28"/>
                                <w:szCs w:val="28"/>
                                <w:lang w:val="en"/>
                              </w:rPr>
                              <w:t xml:space="preserve"> </w:t>
                            </w:r>
                            <w:r w:rsidR="00ED1100">
                              <w:rPr>
                                <w:rFonts w:ascii="Arial" w:hAnsi="Arial" w:cs="Arial"/>
                                <w:color w:val="FFFFFE"/>
                                <w:sz w:val="15"/>
                                <w:szCs w:val="15"/>
                                <w:lang w:val="en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E5E1D" id="Text Box 19" o:spid="_x0000_s1032" type="#_x0000_t202" style="position:absolute;margin-left:231.6pt;margin-top:280.8pt;width:2in;height:177.3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" filled="f" fillcolor="#fffffe" stroked="f" strokecolor="#212120" insetpen="t">
                <v:textbox inset="2.88pt,2.88pt,2.88pt,2.88pt">
                  <w:txbxContent>
                    <w:p w14:paraId="062D2BD1" w14:textId="77777777" w:rsidR="00397F80" w:rsidRDefault="00ED1100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color w:val="FFFFFE"/>
                          <w:sz w:val="15"/>
                          <w:szCs w:val="15"/>
                          <w:lang w:val="en"/>
                        </w:rPr>
                        <w:t xml:space="preserve"> </w:t>
                      </w:r>
                      <w:r w:rsidR="00397F80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Solar energy </w:t>
                      </w:r>
                      <w:proofErr w:type="gramStart"/>
                      <w:r w:rsidR="00397F80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>for  you</w:t>
                      </w:r>
                      <w:proofErr w:type="gramEnd"/>
                      <w:r w:rsidR="00397F80"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 home and business.</w:t>
                      </w:r>
                    </w:p>
                    <w:p w14:paraId="0DF6B437" w14:textId="77777777" w:rsidR="00397F80" w:rsidRDefault="00397F80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4C6C59CD" w14:textId="77777777" w:rsidR="00397F80" w:rsidRDefault="00397F80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>Energia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 solar para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>tu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>hogar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 y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>negocio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. </w:t>
                      </w:r>
                      <w:r w:rsidR="00EF65D4">
                        <w:rPr>
                          <w:noProof/>
                        </w:rPr>
                        <w:drawing>
                          <wp:inline distT="0" distB="0" distL="0" distR="0" wp14:anchorId="1DFB157A" wp14:editId="4473B85F">
                            <wp:extent cx="1892560" cy="1356360"/>
                            <wp:effectExtent l="0" t="0" r="0" b="0"/>
                            <wp:docPr id="32" name="Picture 13" descr="Solar Powered Security Cameras - Wireless Security Camera Houston, TX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Solar Powered Security Cameras - Wireless Security Camera Houston, TX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4827" cy="1386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BDF3AC" w14:textId="77777777" w:rsidR="00397F80" w:rsidRDefault="00397F80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593A0465" w14:textId="77777777" w:rsidR="00397F80" w:rsidRDefault="00397F80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</w:pPr>
                    </w:p>
                    <w:p w14:paraId="21C77AB9" w14:textId="77777777" w:rsidR="00ED1100" w:rsidRDefault="00397F80" w:rsidP="00ED1100">
                      <w:pPr>
                        <w:widowControl w:val="0"/>
                        <w:spacing w:line="320" w:lineRule="exact"/>
                        <w:jc w:val="both"/>
                        <w:rPr>
                          <w:rFonts w:ascii="Arial" w:hAnsi="Arial" w:cs="Arial"/>
                          <w:color w:val="FFFFFE"/>
                          <w:sz w:val="15"/>
                          <w:szCs w:val="15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color w:val="FFFFFE"/>
                          <w:sz w:val="28"/>
                          <w:szCs w:val="28"/>
                          <w:lang w:val="en"/>
                        </w:rPr>
                        <w:t xml:space="preserve"> </w:t>
                      </w:r>
                      <w:r w:rsidR="00ED1100">
                        <w:rPr>
                          <w:rFonts w:ascii="Arial" w:hAnsi="Arial" w:cs="Arial"/>
                          <w:color w:val="FFFFFE"/>
                          <w:sz w:val="15"/>
                          <w:szCs w:val="15"/>
                          <w:lang w:val="en"/>
                        </w:rPr>
                        <w:br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B4781">
        <w:rPr>
          <w:noProof/>
        </w:rPr>
        <w:drawing>
          <wp:inline distT="0" distB="0" distL="0" distR="0" wp14:anchorId="63544BC1" wp14:editId="33EB0B79">
            <wp:extent cx="1958340" cy="2331720"/>
            <wp:effectExtent l="0" t="0" r="3810" b="0"/>
            <wp:docPr id="31" name="Picture 12" descr="Image result for solar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solar pictur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6D41">
        <w:rPr>
          <w:noProof/>
          <w:color w:val="auto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B23EB0F" wp14:editId="0BFD90F1">
                <wp:simplePos x="0" y="0"/>
                <wp:positionH relativeFrom="column">
                  <wp:posOffset>10886</wp:posOffset>
                </wp:positionH>
                <wp:positionV relativeFrom="paragraph">
                  <wp:posOffset>8284029</wp:posOffset>
                </wp:positionV>
                <wp:extent cx="7300595" cy="820510"/>
                <wp:effectExtent l="0" t="0" r="14605" b="1778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0595" cy="820510"/>
                          <a:chOff x="0" y="0"/>
                          <a:chExt cx="7300595" cy="820510"/>
                        </a:xfrm>
                      </wpg:grpSpPr>
                      <wps:wsp>
                        <wps:cNvPr id="25" name="Freeform 28"/>
                        <wps:cNvSpPr>
                          <a:spLocks/>
                        </wps:cNvSpPr>
                        <wps:spPr bwMode="auto">
                          <a:xfrm>
                            <a:off x="0" y="163285"/>
                            <a:ext cx="7300595" cy="657225"/>
                          </a:xfrm>
                          <a:custGeom>
                            <a:avLst/>
                            <a:gdLst>
                              <a:gd name="T0" fmla="*/ 0 w 2452"/>
                              <a:gd name="T1" fmla="*/ 145 h 219"/>
                              <a:gd name="T2" fmla="*/ 2452 w 2452"/>
                              <a:gd name="T3" fmla="*/ 219 h 2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52" h="219">
                                <a:moveTo>
                                  <a:pt x="0" y="145"/>
                                </a:moveTo>
                                <a:cubicBezTo>
                                  <a:pt x="950" y="0"/>
                                  <a:pt x="1836" y="98"/>
                                  <a:pt x="2452" y="219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9"/>
                        <wps:cNvSpPr>
                          <a:spLocks/>
                        </wps:cNvSpPr>
                        <wps:spPr bwMode="auto">
                          <a:xfrm>
                            <a:off x="0" y="141514"/>
                            <a:ext cx="7300595" cy="542925"/>
                          </a:xfrm>
                          <a:custGeom>
                            <a:avLst/>
                            <a:gdLst>
                              <a:gd name="T0" fmla="*/ 0 w 2452"/>
                              <a:gd name="T1" fmla="*/ 181 h 181"/>
                              <a:gd name="T2" fmla="*/ 2452 w 2452"/>
                              <a:gd name="T3" fmla="*/ 165 h 1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52" h="181">
                                <a:moveTo>
                                  <a:pt x="0" y="181"/>
                                </a:moveTo>
                                <a:cubicBezTo>
                                  <a:pt x="940" y="0"/>
                                  <a:pt x="1828" y="65"/>
                                  <a:pt x="2452" y="165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300595" cy="543560"/>
                          </a:xfrm>
                          <a:custGeom>
                            <a:avLst/>
                            <a:gdLst>
                              <a:gd name="T0" fmla="*/ 2452 w 2452"/>
                              <a:gd name="T1" fmla="*/ 181 h 181"/>
                              <a:gd name="T2" fmla="*/ 0 w 2452"/>
                              <a:gd name="T3" fmla="*/ 170 h 1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52" h="181">
                                <a:moveTo>
                                  <a:pt x="2452" y="181"/>
                                </a:moveTo>
                                <a:cubicBezTo>
                                  <a:pt x="1828" y="74"/>
                                  <a:pt x="942" y="0"/>
                                  <a:pt x="0" y="170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1"/>
                        <wps:cNvSpPr>
                          <a:spLocks/>
                        </wps:cNvSpPr>
                        <wps:spPr bwMode="auto">
                          <a:xfrm>
                            <a:off x="0" y="108857"/>
                            <a:ext cx="7300595" cy="554990"/>
                          </a:xfrm>
                          <a:custGeom>
                            <a:avLst/>
                            <a:gdLst>
                              <a:gd name="T0" fmla="*/ 0 w 2452"/>
                              <a:gd name="T1" fmla="*/ 167 h 185"/>
                              <a:gd name="T2" fmla="*/ 2452 w 2452"/>
                              <a:gd name="T3" fmla="*/ 185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52" h="185">
                                <a:moveTo>
                                  <a:pt x="0" y="167"/>
                                </a:moveTo>
                                <a:cubicBezTo>
                                  <a:pt x="943" y="0"/>
                                  <a:pt x="1829" y="77"/>
                                  <a:pt x="2452" y="185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2"/>
                        <wps:cNvSpPr>
                          <a:spLocks/>
                        </wps:cNvSpPr>
                        <wps:spPr bwMode="auto">
                          <a:xfrm>
                            <a:off x="0" y="217714"/>
                            <a:ext cx="7300595" cy="546100"/>
                          </a:xfrm>
                          <a:custGeom>
                            <a:avLst/>
                            <a:gdLst>
                              <a:gd name="T0" fmla="*/ 0 w 2452"/>
                              <a:gd name="T1" fmla="*/ 170 h 182"/>
                              <a:gd name="T2" fmla="*/ 2452 w 2452"/>
                              <a:gd name="T3" fmla="*/ 18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52" h="182">
                                <a:moveTo>
                                  <a:pt x="0" y="170"/>
                                </a:moveTo>
                                <a:cubicBezTo>
                                  <a:pt x="942" y="0"/>
                                  <a:pt x="1829" y="75"/>
                                  <a:pt x="2452" y="18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F65ACF" id="Group 35" o:spid="_x0000_s1026" style="position:absolute;margin-left:.85pt;margin-top:652.3pt;width:574.85pt;height:64.6pt;z-index:251669504" coordsize="73005,8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">
                <v:shape id="Freeform 28" o:spid="_x0000_s1027" style="position:absolute;top:1632;width:73005;height:6573;visibility:visible;mso-wrap-style:square;v-text-anchor:top" coordsize="245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" path="m,145c950,,1836,98,2452,219e" filled="f" fillcolor="#fffffe" strokecolor="#fffffe" strokeweight=".5pt">
                  <v:stroke joinstyle="miter"/>
                  <v:shadow color="#8c8682"/>
                  <v:path arrowok="t" o:connecttype="custom" o:connectlocs="0,435149;7300595,657225" o:connectangles="0,0"/>
                </v:shape>
                <v:shape id="Freeform 29" o:spid="_x0000_s1028" style="position:absolute;top:1415;width:73005;height:5429;visibility:visible;mso-wrap-style:square;v-text-anchor:top" coordsize="2452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" path="m,181c940,,1828,65,2452,165e" filled="f" fillcolor="#fffffe" strokecolor="#fffffe" strokeweight=".5pt">
                  <v:stroke joinstyle="miter"/>
                  <v:shadow color="#8c8682"/>
                  <v:path arrowok="t" o:connecttype="custom" o:connectlocs="0,542925;7300595,494932" o:connectangles="0,0"/>
                </v:shape>
                <v:shape id="Freeform 30" o:spid="_x0000_s1029" style="position:absolute;width:73005;height:5435;visibility:visible;mso-wrap-style:square;v-text-anchor:top" coordsize="2452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" path="m2452,181c1828,74,942,,,170e" filled="f" fillcolor="#fffffe" strokecolor="#efb32f" strokeweight=".5pt">
                  <v:stroke joinstyle="miter"/>
                  <v:shadow color="#8c8682"/>
                  <v:path arrowok="t" o:connecttype="custom" o:connectlocs="7300595,543560;0,510526" o:connectangles="0,0"/>
                </v:shape>
                <v:shape id="Freeform 31" o:spid="_x0000_s1030" style="position:absolute;top:1088;width:73005;height:5550;visibility:visible;mso-wrap-style:square;v-text-anchor:top" coordsize="245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" path="m,167c943,,1829,77,2452,185e" filled="f" fillcolor="#fffffe" strokecolor="#fffffe" strokeweight=".5pt">
                  <v:stroke joinstyle="miter"/>
                  <v:shadow color="#8c8682"/>
                  <v:path arrowok="t" o:connecttype="custom" o:connectlocs="0,500991;7300595,554990" o:connectangles="0,0"/>
                </v:shape>
                <v:shape id="Freeform 32" o:spid="_x0000_s1031" style="position:absolute;top:2177;width:73005;height:5461;visibility:visible;mso-wrap-style:square;v-text-anchor:top" coordsize="2452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" path="m,170c942,,1829,75,2452,182e" filled="f" fillcolor="#fffffe" strokecolor="#efb32f" strokeweight=".5pt">
                  <v:stroke joinstyle="miter"/>
                  <v:shadow color="#8c8682"/>
                  <v:path arrowok="t" o:connecttype="custom" o:connectlocs="0,510093;7300595,546100" o:connectangles="0,0"/>
                </v:shape>
              </v:group>
            </w:pict>
          </mc:Fallback>
        </mc:AlternateContent>
      </w:r>
      <w:r w:rsidR="00FF4529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9AE3602" wp14:editId="4B5AB701">
                <wp:simplePos x="0" y="0"/>
                <wp:positionH relativeFrom="column">
                  <wp:posOffset>168275</wp:posOffset>
                </wp:positionH>
                <wp:positionV relativeFrom="page">
                  <wp:posOffset>5133340</wp:posOffset>
                </wp:positionV>
                <wp:extent cx="2161540" cy="295910"/>
                <wp:effectExtent l="0" t="0" r="3810" b="0"/>
                <wp:wrapNone/>
                <wp:docPr id="2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154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C6090C9" w14:textId="77777777" w:rsidR="00ED1100" w:rsidRDefault="00ED1100" w:rsidP="006B4781">
                            <w:pPr>
                              <w:widowControl w:val="0"/>
                              <w:spacing w:line="320" w:lineRule="exact"/>
                              <w:rPr>
                                <w:rFonts w:ascii="Arial" w:hAnsi="Arial" w:cs="Arial"/>
                                <w:color w:val="2E3640"/>
                                <w:w w:val="9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E3602" id="Text Box 23" o:spid="_x0000_s1033" type="#_x0000_t202" style="position:absolute;margin-left:13.25pt;margin-top:404.2pt;width:170.2pt;height:23.3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" filled="f" fillcolor="#fffffe" stroked="f" strokecolor="#212120" insetpen="t">
                <v:textbox inset="2.88pt,2.88pt,2.88pt,2.88pt">
                  <w:txbxContent>
                    <w:p w14:paraId="4C6090C9" w14:textId="77777777" w:rsidR="00ED1100" w:rsidRDefault="00ED1100" w:rsidP="006B4781">
                      <w:pPr>
                        <w:widowControl w:val="0"/>
                        <w:spacing w:line="320" w:lineRule="exact"/>
                        <w:rPr>
                          <w:rFonts w:ascii="Arial" w:hAnsi="Arial" w:cs="Arial"/>
                          <w:color w:val="2E3640"/>
                          <w:w w:val="90"/>
                          <w:sz w:val="24"/>
                          <w:szCs w:val="24"/>
                          <w:lang w:val="en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FF4529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722B77C1" wp14:editId="089E1184">
                <wp:simplePos x="0" y="0"/>
                <wp:positionH relativeFrom="column">
                  <wp:posOffset>6083300</wp:posOffset>
                </wp:positionH>
                <wp:positionV relativeFrom="page">
                  <wp:posOffset>8418195</wp:posOffset>
                </wp:positionV>
                <wp:extent cx="685165" cy="290830"/>
                <wp:effectExtent l="0" t="0" r="3810" b="0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CE32FC9" w14:textId="77777777" w:rsidR="00ED1100" w:rsidRDefault="00ED1100" w:rsidP="00ED1100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EF792F"/>
                                <w:w w:val="90"/>
                                <w:sz w:val="16"/>
                                <w:szCs w:val="16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B77C1" id="Text Box 17" o:spid="_x0000_s1034" type="#_x0000_t202" style="position:absolute;margin-left:479pt;margin-top:662.85pt;width:53.95pt;height:22.9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" filled="f" fillcolor="#fffffe" stroked="f" strokecolor="#212120" insetpen="t">
                <v:textbox inset="2.88pt,2.88pt,2.88pt,2.88pt">
                  <w:txbxContent>
                    <w:p w14:paraId="0CE32FC9" w14:textId="77777777" w:rsidR="00ED1100" w:rsidRDefault="00ED1100" w:rsidP="00ED1100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EF792F"/>
                          <w:w w:val="90"/>
                          <w:sz w:val="16"/>
                          <w:szCs w:val="16"/>
                          <w:lang w:val="en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F70E4" w:rsidSect="00E65CBA">
      <w:pgSz w:w="12240" w:h="15840" w:code="1"/>
      <w:pgMar w:top="360" w:right="360" w:bottom="360" w:left="36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8A916" w14:textId="77777777" w:rsidR="00DB4F01" w:rsidRDefault="00DB4F01" w:rsidP="008335AE">
      <w:r>
        <w:separator/>
      </w:r>
    </w:p>
  </w:endnote>
  <w:endnote w:type="continuationSeparator" w:id="0">
    <w:p w14:paraId="2F0625B5" w14:textId="77777777" w:rsidR="00DB4F01" w:rsidRDefault="00DB4F01" w:rsidP="0083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2A5BC" w14:textId="77777777" w:rsidR="00DB4F01" w:rsidRDefault="00DB4F01" w:rsidP="008335AE">
      <w:r>
        <w:separator/>
      </w:r>
    </w:p>
  </w:footnote>
  <w:footnote w:type="continuationSeparator" w:id="0">
    <w:p w14:paraId="03FF1D2E" w14:textId="77777777" w:rsidR="00DB4F01" w:rsidRDefault="00DB4F01" w:rsidP="00833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26A47"/>
    <w:multiLevelType w:val="hybridMultilevel"/>
    <w:tmpl w:val="CF0A51E0"/>
    <w:lvl w:ilvl="0" w:tplc="55425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36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zMze3NLc0MrQwsTRV0lEKTi0uzszPAykwrAUAjndAsiwAAAA="/>
  </w:docVars>
  <w:rsids>
    <w:rsidRoot w:val="006B4781"/>
    <w:rsid w:val="000D247E"/>
    <w:rsid w:val="00194B1B"/>
    <w:rsid w:val="001B326D"/>
    <w:rsid w:val="00221E4C"/>
    <w:rsid w:val="002B3B63"/>
    <w:rsid w:val="00302DC7"/>
    <w:rsid w:val="00317F5B"/>
    <w:rsid w:val="00397F80"/>
    <w:rsid w:val="003B7DE5"/>
    <w:rsid w:val="003D04E5"/>
    <w:rsid w:val="00417CA0"/>
    <w:rsid w:val="004B45C2"/>
    <w:rsid w:val="004C64C9"/>
    <w:rsid w:val="005B3039"/>
    <w:rsid w:val="005D5D75"/>
    <w:rsid w:val="005F70E4"/>
    <w:rsid w:val="00606D3B"/>
    <w:rsid w:val="00637FD3"/>
    <w:rsid w:val="006B4781"/>
    <w:rsid w:val="00810177"/>
    <w:rsid w:val="008335AE"/>
    <w:rsid w:val="00890D90"/>
    <w:rsid w:val="00904EDB"/>
    <w:rsid w:val="00994E05"/>
    <w:rsid w:val="00A72F43"/>
    <w:rsid w:val="00B024DE"/>
    <w:rsid w:val="00B974BA"/>
    <w:rsid w:val="00BB5282"/>
    <w:rsid w:val="00BB6D41"/>
    <w:rsid w:val="00C8480C"/>
    <w:rsid w:val="00CC1E03"/>
    <w:rsid w:val="00CF7417"/>
    <w:rsid w:val="00DB4F01"/>
    <w:rsid w:val="00E16E5A"/>
    <w:rsid w:val="00E45128"/>
    <w:rsid w:val="00E65CBA"/>
    <w:rsid w:val="00E76EA5"/>
    <w:rsid w:val="00ED1100"/>
    <w:rsid w:val="00EF65D4"/>
    <w:rsid w:val="00F34D14"/>
    <w:rsid w:val="00FF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CC97CCF"/>
  <w15:chartTrackingRefBased/>
  <w15:docId w15:val="{30A43043-A061-4FE7-9BBE-8F71AAC9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1100"/>
    <w:rPr>
      <w:color w:val="21212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D41"/>
    <w:pPr>
      <w:ind w:left="720"/>
      <w:contextualSpacing/>
    </w:pPr>
  </w:style>
  <w:style w:type="paragraph" w:styleId="Header">
    <w:name w:val="header"/>
    <w:basedOn w:val="Normal"/>
    <w:link w:val="HeaderChar"/>
    <w:rsid w:val="008335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335AE"/>
    <w:rPr>
      <w:color w:val="212120"/>
      <w:kern w:val="28"/>
    </w:rPr>
  </w:style>
  <w:style w:type="paragraph" w:styleId="Footer">
    <w:name w:val="footer"/>
    <w:basedOn w:val="Normal"/>
    <w:link w:val="FooterChar"/>
    <w:rsid w:val="008335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335AE"/>
    <w:rPr>
      <w:color w:val="21212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by\AppData\Roaming\Microsoft\Templates\Technology%20business%20fly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4B72298B0A84988351FF26704F13F" ma:contentTypeVersion="13" ma:contentTypeDescription="Create a new document." ma:contentTypeScope="" ma:versionID="4ba8ce10a52f42912b342510c8ba8227">
  <xsd:schema xmlns:xsd="http://www.w3.org/2001/XMLSchema" xmlns:xs="http://www.w3.org/2001/XMLSchema" xmlns:p="http://schemas.microsoft.com/office/2006/metadata/properties" xmlns:ns2="67580d57-b11e-470c-a181-31c684fd8351" xmlns:ns3="f218e3be-d687-4b9a-bec2-29cf8b3d33d0" targetNamespace="http://schemas.microsoft.com/office/2006/metadata/properties" ma:root="true" ma:fieldsID="084774349a4ac471b0e7519e03efaf16" ns2:_="" ns3:_="">
    <xsd:import namespace="67580d57-b11e-470c-a181-31c684fd8351"/>
    <xsd:import namespace="f218e3be-d687-4b9a-bec2-29cf8b3d33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80d57-b11e-470c-a181-31c684fd8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18e3be-d687-4b9a-bec2-29cf8b3d33d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667FD8-ABB9-4B99-8D12-0FD8D3EEE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580d57-b11e-470c-a181-31c684fd8351"/>
    <ds:schemaRef ds:uri="f218e3be-d687-4b9a-bec2-29cf8b3d33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2E79AF-5863-42EB-8406-2C7972AC08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31A217-61C8-4AB6-B815-60213294D5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Technology business flyer</Template>
  <TotalTime>2</TotalTime>
  <Pages>1</Pages>
  <Words>0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Links>
    <vt:vector size="6" baseType="variant">
      <vt:variant>
        <vt:i4>3473521</vt:i4>
      </vt:variant>
      <vt:variant>
        <vt:i4>-1</vt:i4>
      </vt:variant>
      <vt:variant>
        <vt:i4>1031</vt:i4>
      </vt:variant>
      <vt:variant>
        <vt:i4>1</vt:i4>
      </vt:variant>
      <vt:variant>
        <vt:lpwstr>C:\Documents and Settings\tamic\Desktop\TC999D\TC9990701D-PB\TC9990701-IMG03.jpg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Ruby Rosales</dc:creator>
  <cp:keywords/>
  <dc:description/>
  <cp:lastModifiedBy>Ferris Mitchell</cp:lastModifiedBy>
  <cp:revision>3</cp:revision>
  <dcterms:created xsi:type="dcterms:W3CDTF">2021-02-24T19:17:00Z</dcterms:created>
  <dcterms:modified xsi:type="dcterms:W3CDTF">2021-10-02T12:59:00Z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0x010100BDF4B72298B0A84988351FF26704F13F</vt:lpwstr>
  </property>
</Properties>
</file>